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487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Table contains information about title, author and location"/>
      </w:tblPr>
      <w:tblGrid>
        <w:gridCol w:w="8415"/>
      </w:tblGrid>
      <w:tr w:rsidR="00E57E78" w:rsidRPr="007873F8" w14:paraId="1F8E8476" w14:textId="77777777" w:rsidTr="00764C42">
        <w:trPr>
          <w:trHeight w:val="7241"/>
        </w:trPr>
        <w:tc>
          <w:tcPr>
            <w:tcW w:w="8415" w:type="dxa"/>
          </w:tcPr>
          <w:p w14:paraId="431CA8FC" w14:textId="1AC22A1C" w:rsidR="00E57E78" w:rsidRPr="00764C42" w:rsidRDefault="00764C42" w:rsidP="00764C42">
            <w:pPr>
              <w:pStyle w:val="Title"/>
            </w:pPr>
            <w:r w:rsidRPr="00764C42">
              <w:t xml:space="preserve">Comic </w:t>
            </w:r>
            <w:r w:rsidR="00F2463A" w:rsidRPr="00764C42">
              <w:t>Title</w:t>
            </w:r>
          </w:p>
          <w:p w14:paraId="0155B6B8" w14:textId="6771D933" w:rsidR="00AE171E" w:rsidRPr="00764C42" w:rsidRDefault="00764C42" w:rsidP="00764C42">
            <w:pPr>
              <w:pStyle w:val="Subtitle"/>
            </w:pPr>
            <w:r w:rsidRPr="00764C42">
              <w:t>Issue Title</w:t>
            </w:r>
          </w:p>
          <w:p w14:paraId="3D8B9A86" w14:textId="77777777" w:rsidR="00E57E78" w:rsidRPr="007873F8" w:rsidRDefault="002930B1" w:rsidP="00764C42">
            <w:pPr>
              <w:pStyle w:val="Author"/>
              <w:spacing w:before="960"/>
            </w:pPr>
            <w:sdt>
              <w:sdtPr>
                <w:alias w:val="By:"/>
                <w:tag w:val="By:"/>
                <w:id w:val="961075789"/>
                <w:placeholder>
                  <w:docPart w:val="055E49B212EC4AD5850A6ADA07309F37"/>
                </w:placeholder>
                <w:temporary/>
                <w:showingPlcHdr/>
                <w15:appearance w15:val="hidden"/>
              </w:sdtPr>
              <w:sdtEndPr/>
              <w:sdtContent>
                <w:r w:rsidR="00DD2C6C" w:rsidRPr="007873F8">
                  <w:t>By</w:t>
                </w:r>
              </w:sdtContent>
            </w:sdt>
          </w:p>
          <w:p w14:paraId="2FB3CB64" w14:textId="3A8E8F21" w:rsidR="00E57E78" w:rsidRPr="007873F8" w:rsidRDefault="00F2463A" w:rsidP="007873F8">
            <w:pPr>
              <w:pStyle w:val="Author"/>
            </w:pPr>
            <w:r>
              <w:t>Author</w:t>
            </w:r>
          </w:p>
        </w:tc>
      </w:tr>
      <w:tr w:rsidR="00E57E78" w:rsidRPr="007873F8" w14:paraId="071039A0" w14:textId="77777777" w:rsidTr="00764C42">
        <w:trPr>
          <w:trHeight w:val="5683"/>
        </w:trPr>
        <w:tc>
          <w:tcPr>
            <w:tcW w:w="8415" w:type="dxa"/>
            <w:vAlign w:val="bottom"/>
          </w:tcPr>
          <w:p w14:paraId="397C6122" w14:textId="5FB31C9D" w:rsidR="00E57E78" w:rsidRPr="007873F8" w:rsidRDefault="00F2463A" w:rsidP="007873F8">
            <w:pPr>
              <w:pStyle w:val="Address"/>
            </w:pPr>
            <w:r>
              <w:t>Address 1</w:t>
            </w:r>
          </w:p>
          <w:p w14:paraId="73A72D04" w14:textId="4173F74C" w:rsidR="00E57E78" w:rsidRPr="007873F8" w:rsidRDefault="00F2463A" w:rsidP="007873F8">
            <w:pPr>
              <w:pStyle w:val="Address"/>
            </w:pPr>
            <w:r>
              <w:t>Address 2, Postal</w:t>
            </w:r>
          </w:p>
          <w:p w14:paraId="6F76E038" w14:textId="502BF572" w:rsidR="00E57E78" w:rsidRPr="007873F8" w:rsidRDefault="00F2463A" w:rsidP="007873F8">
            <w:pPr>
              <w:pStyle w:val="Address"/>
            </w:pPr>
            <w:r>
              <w:t>Phone</w:t>
            </w:r>
          </w:p>
          <w:p w14:paraId="3E84C898" w14:textId="1C7F519D" w:rsidR="00B72103" w:rsidRPr="007873F8" w:rsidRDefault="00F2463A" w:rsidP="007873F8">
            <w:pPr>
              <w:pStyle w:val="Address"/>
            </w:pPr>
            <w:r>
              <w:t>Email@email.com</w:t>
            </w:r>
          </w:p>
        </w:tc>
      </w:tr>
    </w:tbl>
    <w:p w14:paraId="27536119" w14:textId="77777777" w:rsidR="00CA6C2C" w:rsidRPr="00BA21CD" w:rsidRDefault="0086724F" w:rsidP="00D86EE3">
      <w:pPr>
        <w:pStyle w:val="Page"/>
        <w:rPr>
          <w:b w:val="0"/>
          <w:bCs w:val="0"/>
          <w:u w:val="none"/>
        </w:rPr>
      </w:pPr>
      <w:r w:rsidRPr="00BA21CD">
        <w:rPr>
          <w:b w:val="0"/>
          <w:bCs w:val="0"/>
          <w:u w:val="none"/>
        </w:rPr>
        <w:lastRenderedPageBreak/>
        <w:t xml:space="preserve"> </w:t>
      </w:r>
    </w:p>
    <w:p w14:paraId="60EA9B46" w14:textId="77777777" w:rsidR="00BA21CD" w:rsidRPr="00BA21CD" w:rsidRDefault="00BA21CD" w:rsidP="00BA21CD">
      <w:pPr>
        <w:pStyle w:val="SCENEHEADING"/>
      </w:pPr>
    </w:p>
    <w:p w14:paraId="51CB4D76" w14:textId="77777777" w:rsidR="00CA6C2C" w:rsidRDefault="00CA6C2C" w:rsidP="00D311DC">
      <w:pPr>
        <w:pStyle w:val="Panel"/>
        <w:rPr>
          <w:b w:val="0"/>
          <w:bCs w:val="0"/>
          <w:i/>
          <w:iCs/>
          <w:color w:val="FF0000"/>
        </w:rPr>
      </w:pPr>
    </w:p>
    <w:p w14:paraId="25973019" w14:textId="37A64ABD" w:rsidR="00131505" w:rsidRDefault="003A2E65" w:rsidP="00131505">
      <w:pPr>
        <w:pStyle w:val="CHARACTER"/>
      </w:pPr>
      <w:r>
        <w:t>Chara</w:t>
      </w:r>
      <w:r w:rsidR="00832DB9">
        <w:t>cter</w:t>
      </w:r>
      <w:r w:rsidR="00D94531">
        <w:t>/SFX/Caption</w:t>
      </w:r>
    </w:p>
    <w:p w14:paraId="593C4E23" w14:textId="5865AB4B" w:rsidR="00832DB9" w:rsidRDefault="00D94531" w:rsidP="00832DB9">
      <w:pPr>
        <w:pStyle w:val="Parenthetical"/>
      </w:pPr>
      <w:r>
        <w:t>Parenthesis</w:t>
      </w:r>
      <w:r w:rsidR="00832DB9">
        <w:t>)</w:t>
      </w:r>
    </w:p>
    <w:p w14:paraId="76295577" w14:textId="1C9E8D70" w:rsidR="00186719" w:rsidRPr="00186719" w:rsidRDefault="00D94531" w:rsidP="002930B1">
      <w:pPr>
        <w:pStyle w:val="Dialogue"/>
      </w:pPr>
      <w:r>
        <w:t>Dialogue goes here.</w:t>
      </w:r>
    </w:p>
    <w:sectPr w:rsidR="00186719" w:rsidRPr="00186719" w:rsidSect="00742638"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440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4BFB3" w14:textId="77777777" w:rsidR="00F02124" w:rsidRDefault="00F02124" w:rsidP="00E57E78">
      <w:r>
        <w:separator/>
      </w:r>
    </w:p>
  </w:endnote>
  <w:endnote w:type="continuationSeparator" w:id="0">
    <w:p w14:paraId="26C9EFEB" w14:textId="77777777" w:rsidR="00F02124" w:rsidRDefault="00F02124" w:rsidP="00E57E78">
      <w:r>
        <w:continuationSeparator/>
      </w:r>
    </w:p>
  </w:endnote>
  <w:endnote w:type="continuationNotice" w:id="1">
    <w:p w14:paraId="76000098" w14:textId="77777777" w:rsidR="00F02124" w:rsidRDefault="00F0212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F1840" w14:textId="1F011361" w:rsidR="00B72103" w:rsidRDefault="00B72103" w:rsidP="00E57E78">
    <w:pPr>
      <w:pStyle w:val="Footer"/>
    </w:pPr>
    <w:r>
      <w:fldChar w:fldCharType="begin"/>
    </w:r>
    <w:r>
      <w:instrText xml:space="preserve">PAGE  </w:instrText>
    </w:r>
    <w:r>
      <w:fldChar w:fldCharType="separate"/>
    </w:r>
    <w:r w:rsidR="00F73648">
      <w:rPr>
        <w:noProof/>
      </w:rPr>
      <w:t>2</w:t>
    </w:r>
    <w:r>
      <w:fldChar w:fldCharType="end"/>
    </w:r>
  </w:p>
  <w:p w14:paraId="10321CF4" w14:textId="77777777" w:rsidR="00B72103" w:rsidRDefault="00B72103" w:rsidP="00E57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6C8A5" w14:textId="139A280F" w:rsidR="00B72103" w:rsidRDefault="005F72B9" w:rsidP="00E57E78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D10C5B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8F17D" w14:textId="60EF77D2" w:rsidR="00742638" w:rsidRPr="00B367DA" w:rsidRDefault="00B367DA" w:rsidP="00B367DA">
    <w:pPr>
      <w:pStyle w:val="Footer"/>
      <w:jc w:val="center"/>
      <w:rPr>
        <w:color w:val="A6A6A6" w:themeColor="background1" w:themeShade="A6"/>
        <w:sz w:val="22"/>
        <w:szCs w:val="22"/>
      </w:rPr>
    </w:pPr>
    <w:r w:rsidRPr="00FC6714">
      <w:rPr>
        <w:color w:val="A6A6A6" w:themeColor="background1" w:themeShade="A6"/>
        <w:sz w:val="22"/>
        <w:szCs w:val="22"/>
      </w:rPr>
      <w:t xml:space="preserve">This template created by </w:t>
    </w:r>
    <w:r>
      <w:rPr>
        <w:color w:val="A6A6A6" w:themeColor="background1" w:themeShade="A6"/>
        <w:sz w:val="22"/>
        <w:szCs w:val="22"/>
      </w:rPr>
      <w:t>Mike Moman</w:t>
    </w:r>
    <w:r w:rsidRPr="00FC6714">
      <w:rPr>
        <w:color w:val="A6A6A6" w:themeColor="background1" w:themeShade="A6"/>
        <w:sz w:val="22"/>
        <w:szCs w:val="22"/>
      </w:rPr>
      <w:t xml:space="preserve"> </w:t>
    </w:r>
    <w:r>
      <w:rPr>
        <w:color w:val="A6A6A6" w:themeColor="background1" w:themeShade="A6"/>
        <w:sz w:val="22"/>
        <w:szCs w:val="22"/>
      </w:rPr>
      <w:t>at Moman Does Art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3BF0E" w14:textId="77777777" w:rsidR="00F02124" w:rsidRDefault="00F02124" w:rsidP="00E57E78">
      <w:r>
        <w:separator/>
      </w:r>
    </w:p>
  </w:footnote>
  <w:footnote w:type="continuationSeparator" w:id="0">
    <w:p w14:paraId="644A7F3F" w14:textId="77777777" w:rsidR="00F02124" w:rsidRDefault="00F02124" w:rsidP="00E57E78">
      <w:r>
        <w:continuationSeparator/>
      </w:r>
    </w:p>
  </w:footnote>
  <w:footnote w:type="continuationNotice" w:id="1">
    <w:p w14:paraId="440201C3" w14:textId="77777777" w:rsidR="00F02124" w:rsidRDefault="00F0212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A8830" w14:textId="57D3A593" w:rsidR="009A6388" w:rsidRPr="009A6388" w:rsidRDefault="009A6388">
    <w:pPr>
      <w:pStyle w:val="Header"/>
      <w:rPr>
        <w:lang w:val="en-CA"/>
      </w:rPr>
    </w:pPr>
    <w:r>
      <w:rPr>
        <w:lang w:val="en-CA"/>
      </w:rPr>
      <w:t xml:space="preserve">©2023 </w:t>
    </w:r>
    <w:r w:rsidR="00D94531">
      <w:rPr>
        <w:lang w:val="en-CA"/>
      </w:rPr>
      <w:t>name, email@email.com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678B2C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E90431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C243D0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8AC86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C32ECB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3AC74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5AC5D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9056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BE9A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8CE9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9184F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09C5087B"/>
    <w:multiLevelType w:val="multilevel"/>
    <w:tmpl w:val="46D02E42"/>
    <w:lvl w:ilvl="0">
      <w:start w:val="1"/>
      <w:numFmt w:val="none"/>
      <w:lvlText w:val="PAGE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none"/>
      <w:lvlText w:val="Panel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Text w:val="SCENE: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Text w:val="Description: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Courier New" w:hAnsi="Courier New" w:hint="default"/>
        <w:caps/>
        <w:color w:val="215868" w:themeColor="accent5" w:themeShade="80"/>
      </w:rPr>
    </w:lvl>
    <w:lvl w:ilvl="5">
      <w:start w:val="1"/>
      <w:numFmt w:val="none"/>
      <w:lvlText w:val="("/>
      <w:lvlJc w:val="left"/>
      <w:pPr>
        <w:ind w:left="0" w:firstLine="0"/>
      </w:pPr>
      <w:rPr>
        <w:rFonts w:ascii="Courier New" w:hAnsi="Courier New" w:hint="default"/>
        <w:b w:val="0"/>
        <w:i/>
        <w:color w:val="7F7F7F" w:themeColor="text1" w:themeTint="80"/>
      </w:rPr>
    </w:lvl>
    <w:lvl w:ilvl="6">
      <w:start w:val="1"/>
      <w:numFmt w:val="none"/>
      <w:lvlText w:val="%7"/>
      <w:lvlJc w:val="left"/>
      <w:pPr>
        <w:ind w:left="2160" w:hanging="2160"/>
      </w:pPr>
      <w:rPr>
        <w:rFonts w:ascii="Courier New" w:hAnsi="Courier New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69D1A09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2FF74273"/>
    <w:multiLevelType w:val="multilevel"/>
    <w:tmpl w:val="3118ADD4"/>
    <w:lvl w:ilvl="0">
      <w:start w:val="1"/>
      <w:numFmt w:val="none"/>
      <w:lvlText w:val="PAGE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none"/>
      <w:lvlText w:val="Panel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Courier New" w:hAnsi="Courier New" w:hint="default"/>
        <w:caps/>
        <w:color w:val="215868" w:themeColor="accent5" w:themeShade="80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b w:val="0"/>
        <w:i/>
        <w:color w:val="7F7F7F" w:themeColor="text1" w:themeTint="80"/>
      </w:rPr>
    </w:lvl>
    <w:lvl w:ilvl="6">
      <w:start w:val="1"/>
      <w:numFmt w:val="none"/>
      <w:lvlText w:val="%7"/>
      <w:lvlJc w:val="left"/>
      <w:pPr>
        <w:ind w:left="2160" w:hanging="2160"/>
      </w:pPr>
      <w:rPr>
        <w:rFonts w:ascii="Courier New" w:hAnsi="Courier New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1606115"/>
    <w:multiLevelType w:val="multilevel"/>
    <w:tmpl w:val="F61073FA"/>
    <w:lvl w:ilvl="0">
      <w:start w:val="1"/>
      <w:numFmt w:val="decimal"/>
      <w:pStyle w:val="Page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none"/>
      <w:lvlRestart w:val="0"/>
      <w:pStyle w:val="SCENEHEADING"/>
      <w:suff w:val="nothing"/>
      <w:lvlText w:val="Scene:%2 "/>
      <w:lvlJc w:val="left"/>
      <w:pPr>
        <w:ind w:left="0" w:firstLine="0"/>
      </w:pPr>
      <w:rPr>
        <w:rFonts w:ascii="Courier New" w:hAnsi="Courier New" w:hint="default"/>
        <w:b w:val="0"/>
        <w:i w:val="0"/>
        <w:caps/>
        <w:color w:val="984806" w:themeColor="accent6" w:themeShade="80"/>
      </w:rPr>
    </w:lvl>
    <w:lvl w:ilvl="2">
      <w:start w:val="1"/>
      <w:numFmt w:val="decimal"/>
      <w:lvlRestart w:val="1"/>
      <w:pStyle w:val="Panel"/>
      <w:suff w:val="nothing"/>
      <w:lvlText w:val="Panel: %3  "/>
      <w:lvlJc w:val="left"/>
      <w:pPr>
        <w:ind w:left="0" w:firstLine="0"/>
      </w:pPr>
      <w:rPr>
        <w:rFonts w:ascii="Courier New" w:hAnsi="Courier New" w:hint="default"/>
        <w:b/>
        <w:i w:val="0"/>
        <w:caps w:val="0"/>
        <w:color w:val="auto"/>
      </w:rPr>
    </w:lvl>
    <w:lvl w:ilvl="3">
      <w:start w:val="1"/>
      <w:numFmt w:val="none"/>
      <w:lvlRestart w:val="0"/>
      <w:pStyle w:val="Description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pStyle w:val="CHARACTER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pStyle w:val="Parenthetical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pStyle w:val="Dialogue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none"/>
      <w:lvlRestart w:val="0"/>
      <w:lvlText w:val="%8Thank you. I hope you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Restart w:val="0"/>
      <w:lvlText w:val="%9enjoy this template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31622EA3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370F0679"/>
    <w:multiLevelType w:val="multilevel"/>
    <w:tmpl w:val="3118ADD4"/>
    <w:lvl w:ilvl="0">
      <w:start w:val="1"/>
      <w:numFmt w:val="none"/>
      <w:lvlText w:val="PAGE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none"/>
      <w:lvlText w:val="Panel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Courier New" w:hAnsi="Courier New" w:hint="default"/>
        <w:caps/>
        <w:color w:val="215868" w:themeColor="accent5" w:themeShade="80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b w:val="0"/>
        <w:i/>
        <w:color w:val="7F7F7F" w:themeColor="text1" w:themeTint="80"/>
      </w:rPr>
    </w:lvl>
    <w:lvl w:ilvl="6">
      <w:start w:val="1"/>
      <w:numFmt w:val="none"/>
      <w:lvlText w:val="%7"/>
      <w:lvlJc w:val="left"/>
      <w:pPr>
        <w:ind w:left="2160" w:hanging="2160"/>
      </w:pPr>
      <w:rPr>
        <w:rFonts w:ascii="Courier New" w:hAnsi="Courier New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905246F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3F7D6B7C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468A613A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47E864D8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1" w15:restartNumberingAfterBreak="0">
    <w:nsid w:val="4F716B3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4C666F0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3" w15:restartNumberingAfterBreak="0">
    <w:nsid w:val="55445900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5AAC40C5"/>
    <w:multiLevelType w:val="hybridMultilevel"/>
    <w:tmpl w:val="F0825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F021B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6" w15:restartNumberingAfterBreak="0">
    <w:nsid w:val="6EE8788A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7" w15:restartNumberingAfterBreak="0">
    <w:nsid w:val="702924CC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8" w15:restartNumberingAfterBreak="0">
    <w:nsid w:val="70B3622E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29" w15:restartNumberingAfterBreak="0">
    <w:nsid w:val="751620FF"/>
    <w:multiLevelType w:val="multilevel"/>
    <w:tmpl w:val="1F8EFD0C"/>
    <w:lvl w:ilvl="0">
      <w:start w:val="1"/>
      <w:numFmt w:val="decimal"/>
      <w:suff w:val="nothing"/>
      <w:lvlText w:val="PAGE: %1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decimal"/>
      <w:suff w:val="nothing"/>
      <w:lvlText w:val="Panel: %2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Restart w:val="0"/>
      <w:suff w:val="nothing"/>
      <w:lvlText w:val="Scene: 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Restart w:val="0"/>
      <w:suff w:val="nothing"/>
      <w:lvlText w:val="Description: 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Restart w:val="1"/>
      <w:lvlText w:val="%5"/>
      <w:lvlJc w:val="left"/>
      <w:pPr>
        <w:tabs>
          <w:tab w:val="num" w:pos="288"/>
        </w:tabs>
        <w:ind w:left="2880" w:hanging="2592"/>
      </w:pPr>
      <w:rPr>
        <w:rFonts w:ascii="Courier New" w:hAnsi="Courier New" w:hint="default"/>
      </w:rPr>
    </w:lvl>
    <w:lvl w:ilvl="5">
      <w:start w:val="1"/>
      <w:numFmt w:val="none"/>
      <w:lvlRestart w:val="0"/>
      <w:suff w:val="nothing"/>
      <w:lvlText w:val="("/>
      <w:lvlJc w:val="left"/>
      <w:pPr>
        <w:ind w:left="2880" w:firstLine="0"/>
      </w:pPr>
      <w:rPr>
        <w:rFonts w:ascii="Courier New" w:hAnsi="Courier New" w:hint="default"/>
        <w:b w:val="0"/>
        <w:i/>
        <w:u w:color="7F7F7F" w:themeColor="text1" w:themeTint="80"/>
      </w:rPr>
    </w:lvl>
    <w:lvl w:ilvl="6">
      <w:start w:val="1"/>
      <w:numFmt w:val="none"/>
      <w:lvlRestart w:val="0"/>
      <w:lvlText w:val=""/>
      <w:lvlJc w:val="left"/>
      <w:pPr>
        <w:ind w:left="2016" w:hanging="2016"/>
      </w:pPr>
      <w:rPr>
        <w:rFonts w:ascii="Courier New" w:hAnsi="Courier New" w:hint="default"/>
      </w:rPr>
    </w:lvl>
    <w:lvl w:ilvl="7">
      <w:start w:val="1"/>
      <w:numFmt w:val="lowerLetter"/>
      <w:lvlRestart w:val="0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600" w:hanging="360"/>
      </w:pPr>
      <w:rPr>
        <w:rFonts w:hint="default"/>
      </w:rPr>
    </w:lvl>
  </w:abstractNum>
  <w:abstractNum w:abstractNumId="30" w15:restartNumberingAfterBreak="0">
    <w:nsid w:val="761D12DF"/>
    <w:multiLevelType w:val="multilevel"/>
    <w:tmpl w:val="3118ADD4"/>
    <w:lvl w:ilvl="0">
      <w:start w:val="1"/>
      <w:numFmt w:val="none"/>
      <w:lvlText w:val="PAGE"/>
      <w:lvlJc w:val="left"/>
      <w:pPr>
        <w:ind w:left="0" w:firstLine="0"/>
      </w:pPr>
      <w:rPr>
        <w:rFonts w:ascii="Courier New" w:hAnsi="Courier New" w:hint="default"/>
        <w:b/>
        <w:i w:val="0"/>
        <w:u w:val="single"/>
      </w:rPr>
    </w:lvl>
    <w:lvl w:ilvl="1">
      <w:start w:val="1"/>
      <w:numFmt w:val="none"/>
      <w:lvlText w:val="Panel"/>
      <w:lvlJc w:val="left"/>
      <w:pPr>
        <w:ind w:left="0" w:firstLine="0"/>
      </w:pPr>
      <w:rPr>
        <w:rFonts w:ascii="Courier New" w:hAnsi="Courier New" w:hint="default"/>
        <w:b/>
        <w:i w:val="0"/>
      </w:rPr>
    </w:lvl>
    <w:lvl w:ilvl="2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caps/>
        <w:color w:val="984806" w:themeColor="accent6" w:themeShade="80"/>
      </w:rPr>
    </w:lvl>
    <w:lvl w:ilvl="3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Courier New" w:hAnsi="Courier New" w:hint="default"/>
        <w:caps/>
        <w:color w:val="215868" w:themeColor="accent5" w:themeShade="80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="Courier New" w:hAnsi="Courier New" w:hint="default"/>
        <w:b w:val="0"/>
        <w:i/>
        <w:color w:val="7F7F7F" w:themeColor="text1" w:themeTint="80"/>
      </w:rPr>
    </w:lvl>
    <w:lvl w:ilvl="6">
      <w:start w:val="1"/>
      <w:numFmt w:val="none"/>
      <w:lvlText w:val="%7"/>
      <w:lvlJc w:val="left"/>
      <w:pPr>
        <w:ind w:left="2160" w:hanging="2160"/>
      </w:pPr>
      <w:rPr>
        <w:rFonts w:ascii="Courier New" w:hAnsi="Courier New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1859192428">
    <w:abstractNumId w:val="9"/>
  </w:num>
  <w:num w:numId="2" w16cid:durableId="1282492198">
    <w:abstractNumId w:val="9"/>
  </w:num>
  <w:num w:numId="3" w16cid:durableId="1171876776">
    <w:abstractNumId w:val="7"/>
  </w:num>
  <w:num w:numId="4" w16cid:durableId="1217158062">
    <w:abstractNumId w:val="6"/>
  </w:num>
  <w:num w:numId="5" w16cid:durableId="876624609">
    <w:abstractNumId w:val="5"/>
  </w:num>
  <w:num w:numId="6" w16cid:durableId="716708529">
    <w:abstractNumId w:val="4"/>
  </w:num>
  <w:num w:numId="7" w16cid:durableId="308025453">
    <w:abstractNumId w:val="8"/>
  </w:num>
  <w:num w:numId="8" w16cid:durableId="1866288708">
    <w:abstractNumId w:val="3"/>
  </w:num>
  <w:num w:numId="9" w16cid:durableId="1947156310">
    <w:abstractNumId w:val="2"/>
  </w:num>
  <w:num w:numId="10" w16cid:durableId="42677376">
    <w:abstractNumId w:val="1"/>
  </w:num>
  <w:num w:numId="11" w16cid:durableId="369503141">
    <w:abstractNumId w:val="0"/>
  </w:num>
  <w:num w:numId="12" w16cid:durableId="942881119">
    <w:abstractNumId w:val="13"/>
  </w:num>
  <w:num w:numId="13" w16cid:durableId="2000885172">
    <w:abstractNumId w:val="24"/>
  </w:num>
  <w:num w:numId="14" w16cid:durableId="420219149">
    <w:abstractNumId w:val="30"/>
  </w:num>
  <w:num w:numId="15" w16cid:durableId="2036496543">
    <w:abstractNumId w:val="16"/>
  </w:num>
  <w:num w:numId="16" w16cid:durableId="1349675495">
    <w:abstractNumId w:val="11"/>
  </w:num>
  <w:num w:numId="17" w16cid:durableId="1734500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5776660">
    <w:abstractNumId w:val="21"/>
  </w:num>
  <w:num w:numId="19" w16cid:durableId="785585024">
    <w:abstractNumId w:val="23"/>
  </w:num>
  <w:num w:numId="20" w16cid:durableId="1422216019">
    <w:abstractNumId w:val="28"/>
  </w:num>
  <w:num w:numId="21" w16cid:durableId="275913772">
    <w:abstractNumId w:val="18"/>
  </w:num>
  <w:num w:numId="22" w16cid:durableId="144783112">
    <w:abstractNumId w:val="17"/>
  </w:num>
  <w:num w:numId="23" w16cid:durableId="1534926879">
    <w:abstractNumId w:val="20"/>
  </w:num>
  <w:num w:numId="24" w16cid:durableId="1184980519">
    <w:abstractNumId w:val="29"/>
  </w:num>
  <w:num w:numId="25" w16cid:durableId="1107624085">
    <w:abstractNumId w:val="27"/>
  </w:num>
  <w:num w:numId="26" w16cid:durableId="1093867009">
    <w:abstractNumId w:val="10"/>
  </w:num>
  <w:num w:numId="27" w16cid:durableId="1944192990">
    <w:abstractNumId w:val="15"/>
  </w:num>
  <w:num w:numId="28" w16cid:durableId="1437024576">
    <w:abstractNumId w:val="25"/>
  </w:num>
  <w:num w:numId="29" w16cid:durableId="1653093528">
    <w:abstractNumId w:val="19"/>
  </w:num>
  <w:num w:numId="30" w16cid:durableId="1155340606">
    <w:abstractNumId w:val="26"/>
  </w:num>
  <w:num w:numId="31" w16cid:durableId="688068775">
    <w:abstractNumId w:val="22"/>
  </w:num>
  <w:num w:numId="32" w16cid:durableId="784153838">
    <w:abstractNumId w:val="12"/>
  </w:num>
  <w:num w:numId="33" w16cid:durableId="6330999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C5B"/>
    <w:rsid w:val="00001039"/>
    <w:rsid w:val="00005739"/>
    <w:rsid w:val="0001418C"/>
    <w:rsid w:val="00020B89"/>
    <w:rsid w:val="00022351"/>
    <w:rsid w:val="000235E2"/>
    <w:rsid w:val="00024E5F"/>
    <w:rsid w:val="00026706"/>
    <w:rsid w:val="00031B34"/>
    <w:rsid w:val="00035C60"/>
    <w:rsid w:val="00041947"/>
    <w:rsid w:val="000448E8"/>
    <w:rsid w:val="00045654"/>
    <w:rsid w:val="00046AE3"/>
    <w:rsid w:val="0004731D"/>
    <w:rsid w:val="000508B0"/>
    <w:rsid w:val="0005262F"/>
    <w:rsid w:val="00056D5F"/>
    <w:rsid w:val="00061EF4"/>
    <w:rsid w:val="0006736F"/>
    <w:rsid w:val="0006781B"/>
    <w:rsid w:val="0007272F"/>
    <w:rsid w:val="00072820"/>
    <w:rsid w:val="000774D9"/>
    <w:rsid w:val="00082B53"/>
    <w:rsid w:val="00094F43"/>
    <w:rsid w:val="00096B1A"/>
    <w:rsid w:val="000A5385"/>
    <w:rsid w:val="000A5FE1"/>
    <w:rsid w:val="000B3C38"/>
    <w:rsid w:val="000B6410"/>
    <w:rsid w:val="000C0A58"/>
    <w:rsid w:val="000C55AD"/>
    <w:rsid w:val="000C7059"/>
    <w:rsid w:val="000D3A0B"/>
    <w:rsid w:val="000D4E4C"/>
    <w:rsid w:val="000E1222"/>
    <w:rsid w:val="000F0DAC"/>
    <w:rsid w:val="000F175B"/>
    <w:rsid w:val="000F7053"/>
    <w:rsid w:val="000F75B3"/>
    <w:rsid w:val="00101B22"/>
    <w:rsid w:val="00104064"/>
    <w:rsid w:val="001117A5"/>
    <w:rsid w:val="00111BD9"/>
    <w:rsid w:val="001162D1"/>
    <w:rsid w:val="0011730D"/>
    <w:rsid w:val="0012114D"/>
    <w:rsid w:val="00124EC5"/>
    <w:rsid w:val="0012584A"/>
    <w:rsid w:val="0012595A"/>
    <w:rsid w:val="00131505"/>
    <w:rsid w:val="001363E5"/>
    <w:rsid w:val="001364B1"/>
    <w:rsid w:val="00137724"/>
    <w:rsid w:val="001466CF"/>
    <w:rsid w:val="00153CEC"/>
    <w:rsid w:val="00156BAD"/>
    <w:rsid w:val="00160B46"/>
    <w:rsid w:val="00163F44"/>
    <w:rsid w:val="001677CB"/>
    <w:rsid w:val="00170BDE"/>
    <w:rsid w:val="00186719"/>
    <w:rsid w:val="00193792"/>
    <w:rsid w:val="001A1E9C"/>
    <w:rsid w:val="001A2512"/>
    <w:rsid w:val="001A4138"/>
    <w:rsid w:val="001A42DA"/>
    <w:rsid w:val="001A725D"/>
    <w:rsid w:val="001B006C"/>
    <w:rsid w:val="001B3F0F"/>
    <w:rsid w:val="001C173F"/>
    <w:rsid w:val="001C438B"/>
    <w:rsid w:val="001C5E89"/>
    <w:rsid w:val="001C7ADF"/>
    <w:rsid w:val="001C7D99"/>
    <w:rsid w:val="001D0621"/>
    <w:rsid w:val="001D062F"/>
    <w:rsid w:val="001D0D30"/>
    <w:rsid w:val="001D143D"/>
    <w:rsid w:val="001D560E"/>
    <w:rsid w:val="001E2B4C"/>
    <w:rsid w:val="001E6EA2"/>
    <w:rsid w:val="001F0273"/>
    <w:rsid w:val="0020207E"/>
    <w:rsid w:val="00204039"/>
    <w:rsid w:val="0020493F"/>
    <w:rsid w:val="00204F7D"/>
    <w:rsid w:val="00205C49"/>
    <w:rsid w:val="0021135B"/>
    <w:rsid w:val="00211B39"/>
    <w:rsid w:val="002123CF"/>
    <w:rsid w:val="00212803"/>
    <w:rsid w:val="0022515C"/>
    <w:rsid w:val="00244AA7"/>
    <w:rsid w:val="00246A85"/>
    <w:rsid w:val="00246AB7"/>
    <w:rsid w:val="00246EFB"/>
    <w:rsid w:val="00254509"/>
    <w:rsid w:val="00257660"/>
    <w:rsid w:val="002576FD"/>
    <w:rsid w:val="00261F0D"/>
    <w:rsid w:val="00262940"/>
    <w:rsid w:val="00264050"/>
    <w:rsid w:val="00287D9F"/>
    <w:rsid w:val="002913E4"/>
    <w:rsid w:val="002930B1"/>
    <w:rsid w:val="002A0865"/>
    <w:rsid w:val="002A2789"/>
    <w:rsid w:val="002B6EA1"/>
    <w:rsid w:val="002C2420"/>
    <w:rsid w:val="002C73FA"/>
    <w:rsid w:val="002C768D"/>
    <w:rsid w:val="002D0DA7"/>
    <w:rsid w:val="002D318B"/>
    <w:rsid w:val="002D3ED7"/>
    <w:rsid w:val="002D42E1"/>
    <w:rsid w:val="002D4859"/>
    <w:rsid w:val="002D6663"/>
    <w:rsid w:val="002E1BC5"/>
    <w:rsid w:val="002F0569"/>
    <w:rsid w:val="002F15AA"/>
    <w:rsid w:val="002F2A23"/>
    <w:rsid w:val="0030594A"/>
    <w:rsid w:val="00312589"/>
    <w:rsid w:val="00313DD6"/>
    <w:rsid w:val="0031471C"/>
    <w:rsid w:val="0031521B"/>
    <w:rsid w:val="003203A3"/>
    <w:rsid w:val="003226B6"/>
    <w:rsid w:val="00323FF9"/>
    <w:rsid w:val="0033008C"/>
    <w:rsid w:val="003349CB"/>
    <w:rsid w:val="00340D75"/>
    <w:rsid w:val="003432B4"/>
    <w:rsid w:val="003510CB"/>
    <w:rsid w:val="00357EC0"/>
    <w:rsid w:val="0036039A"/>
    <w:rsid w:val="00361C06"/>
    <w:rsid w:val="003626C5"/>
    <w:rsid w:val="003626FC"/>
    <w:rsid w:val="00365677"/>
    <w:rsid w:val="00365BB9"/>
    <w:rsid w:val="00365CF8"/>
    <w:rsid w:val="0036650E"/>
    <w:rsid w:val="003665ED"/>
    <w:rsid w:val="00367FC9"/>
    <w:rsid w:val="003702CE"/>
    <w:rsid w:val="00371660"/>
    <w:rsid w:val="00374BC6"/>
    <w:rsid w:val="00374BD3"/>
    <w:rsid w:val="003804E3"/>
    <w:rsid w:val="0039165A"/>
    <w:rsid w:val="00394B45"/>
    <w:rsid w:val="0039505D"/>
    <w:rsid w:val="00395351"/>
    <w:rsid w:val="00395FF0"/>
    <w:rsid w:val="003A29B2"/>
    <w:rsid w:val="003A2E65"/>
    <w:rsid w:val="003A4E1C"/>
    <w:rsid w:val="003B3B4A"/>
    <w:rsid w:val="003C0999"/>
    <w:rsid w:val="003C0A5F"/>
    <w:rsid w:val="003C1D58"/>
    <w:rsid w:val="003D39D3"/>
    <w:rsid w:val="003D64FA"/>
    <w:rsid w:val="003E3D09"/>
    <w:rsid w:val="003E5035"/>
    <w:rsid w:val="003F5D4D"/>
    <w:rsid w:val="003F6C63"/>
    <w:rsid w:val="0040057F"/>
    <w:rsid w:val="004031AE"/>
    <w:rsid w:val="00403D0A"/>
    <w:rsid w:val="00403E9E"/>
    <w:rsid w:val="004042A5"/>
    <w:rsid w:val="0040580E"/>
    <w:rsid w:val="0040619B"/>
    <w:rsid w:val="00411265"/>
    <w:rsid w:val="00417E9F"/>
    <w:rsid w:val="004200A2"/>
    <w:rsid w:val="004204F6"/>
    <w:rsid w:val="00426F35"/>
    <w:rsid w:val="00427F05"/>
    <w:rsid w:val="00430919"/>
    <w:rsid w:val="00432F43"/>
    <w:rsid w:val="0044206E"/>
    <w:rsid w:val="00443642"/>
    <w:rsid w:val="0044517D"/>
    <w:rsid w:val="0044655A"/>
    <w:rsid w:val="004469E4"/>
    <w:rsid w:val="00450967"/>
    <w:rsid w:val="0045308F"/>
    <w:rsid w:val="00464BFB"/>
    <w:rsid w:val="00465AAA"/>
    <w:rsid w:val="00466165"/>
    <w:rsid w:val="00466F44"/>
    <w:rsid w:val="004708F6"/>
    <w:rsid w:val="00470DD9"/>
    <w:rsid w:val="004725C4"/>
    <w:rsid w:val="00472CCA"/>
    <w:rsid w:val="004730BD"/>
    <w:rsid w:val="004733D6"/>
    <w:rsid w:val="00473698"/>
    <w:rsid w:val="00475759"/>
    <w:rsid w:val="00477639"/>
    <w:rsid w:val="00485B1F"/>
    <w:rsid w:val="004871AD"/>
    <w:rsid w:val="00492B64"/>
    <w:rsid w:val="004938C2"/>
    <w:rsid w:val="00495B55"/>
    <w:rsid w:val="00495BEC"/>
    <w:rsid w:val="004A49FA"/>
    <w:rsid w:val="004D037C"/>
    <w:rsid w:val="004D2113"/>
    <w:rsid w:val="004D4341"/>
    <w:rsid w:val="004D6D91"/>
    <w:rsid w:val="004F41BC"/>
    <w:rsid w:val="004F55A2"/>
    <w:rsid w:val="00505250"/>
    <w:rsid w:val="005133FE"/>
    <w:rsid w:val="005153F2"/>
    <w:rsid w:val="0052419E"/>
    <w:rsid w:val="00524365"/>
    <w:rsid w:val="00524C28"/>
    <w:rsid w:val="00533764"/>
    <w:rsid w:val="005408F6"/>
    <w:rsid w:val="00544EB2"/>
    <w:rsid w:val="00545B21"/>
    <w:rsid w:val="00546DC5"/>
    <w:rsid w:val="00551C62"/>
    <w:rsid w:val="005535C5"/>
    <w:rsid w:val="00556EFF"/>
    <w:rsid w:val="00564E3A"/>
    <w:rsid w:val="00570CCB"/>
    <w:rsid w:val="005711E9"/>
    <w:rsid w:val="00576C12"/>
    <w:rsid w:val="0058055E"/>
    <w:rsid w:val="00580E73"/>
    <w:rsid w:val="00581EDB"/>
    <w:rsid w:val="00582329"/>
    <w:rsid w:val="00585ECC"/>
    <w:rsid w:val="00591C97"/>
    <w:rsid w:val="00593C4D"/>
    <w:rsid w:val="00593D01"/>
    <w:rsid w:val="005A3CB1"/>
    <w:rsid w:val="005B05EB"/>
    <w:rsid w:val="005C431A"/>
    <w:rsid w:val="005C7BF9"/>
    <w:rsid w:val="005D554D"/>
    <w:rsid w:val="005D6F7A"/>
    <w:rsid w:val="005E1F54"/>
    <w:rsid w:val="005E3F8F"/>
    <w:rsid w:val="005E417C"/>
    <w:rsid w:val="005E45D4"/>
    <w:rsid w:val="005E51C2"/>
    <w:rsid w:val="005F6AD4"/>
    <w:rsid w:val="005F72B9"/>
    <w:rsid w:val="006017C1"/>
    <w:rsid w:val="00605727"/>
    <w:rsid w:val="00616288"/>
    <w:rsid w:val="00624207"/>
    <w:rsid w:val="00625626"/>
    <w:rsid w:val="006343AE"/>
    <w:rsid w:val="00635C0E"/>
    <w:rsid w:val="00637AB6"/>
    <w:rsid w:val="0064278D"/>
    <w:rsid w:val="00643393"/>
    <w:rsid w:val="006501A8"/>
    <w:rsid w:val="00662488"/>
    <w:rsid w:val="00663C1B"/>
    <w:rsid w:val="00670738"/>
    <w:rsid w:val="006807F8"/>
    <w:rsid w:val="00682221"/>
    <w:rsid w:val="006863B2"/>
    <w:rsid w:val="00692A2C"/>
    <w:rsid w:val="00694806"/>
    <w:rsid w:val="00696C89"/>
    <w:rsid w:val="006A37D0"/>
    <w:rsid w:val="006A5B84"/>
    <w:rsid w:val="006B1837"/>
    <w:rsid w:val="006B579D"/>
    <w:rsid w:val="006C3346"/>
    <w:rsid w:val="006C5141"/>
    <w:rsid w:val="006C5C5D"/>
    <w:rsid w:val="006E2DCA"/>
    <w:rsid w:val="006E30BD"/>
    <w:rsid w:val="006F7234"/>
    <w:rsid w:val="0070351A"/>
    <w:rsid w:val="007044C2"/>
    <w:rsid w:val="00715958"/>
    <w:rsid w:val="00716DEA"/>
    <w:rsid w:val="00720EE2"/>
    <w:rsid w:val="00726139"/>
    <w:rsid w:val="00735FA6"/>
    <w:rsid w:val="00742133"/>
    <w:rsid w:val="00742638"/>
    <w:rsid w:val="007455A3"/>
    <w:rsid w:val="00747628"/>
    <w:rsid w:val="007501FF"/>
    <w:rsid w:val="00751918"/>
    <w:rsid w:val="00760A61"/>
    <w:rsid w:val="00764C42"/>
    <w:rsid w:val="0077177B"/>
    <w:rsid w:val="0077778F"/>
    <w:rsid w:val="007802DF"/>
    <w:rsid w:val="007873F8"/>
    <w:rsid w:val="00794739"/>
    <w:rsid w:val="007A14FF"/>
    <w:rsid w:val="007A1829"/>
    <w:rsid w:val="007A4131"/>
    <w:rsid w:val="007A5D05"/>
    <w:rsid w:val="007B453B"/>
    <w:rsid w:val="007C358A"/>
    <w:rsid w:val="007D2A50"/>
    <w:rsid w:val="007D6593"/>
    <w:rsid w:val="007D74E3"/>
    <w:rsid w:val="007E2155"/>
    <w:rsid w:val="007F00EB"/>
    <w:rsid w:val="007F50CC"/>
    <w:rsid w:val="00805D52"/>
    <w:rsid w:val="00806AE6"/>
    <w:rsid w:val="00806DD9"/>
    <w:rsid w:val="008124B0"/>
    <w:rsid w:val="00813798"/>
    <w:rsid w:val="00815C9A"/>
    <w:rsid w:val="00815DE1"/>
    <w:rsid w:val="00817145"/>
    <w:rsid w:val="00817CA2"/>
    <w:rsid w:val="00825B01"/>
    <w:rsid w:val="00830CAE"/>
    <w:rsid w:val="00831673"/>
    <w:rsid w:val="00832DB9"/>
    <w:rsid w:val="00844509"/>
    <w:rsid w:val="0084628A"/>
    <w:rsid w:val="00846DDB"/>
    <w:rsid w:val="00847300"/>
    <w:rsid w:val="00853EB7"/>
    <w:rsid w:val="00853FB6"/>
    <w:rsid w:val="00857D5B"/>
    <w:rsid w:val="0086724F"/>
    <w:rsid w:val="00873A62"/>
    <w:rsid w:val="00874CD7"/>
    <w:rsid w:val="008759D8"/>
    <w:rsid w:val="00877B8E"/>
    <w:rsid w:val="00883289"/>
    <w:rsid w:val="00895D21"/>
    <w:rsid w:val="008A5C9B"/>
    <w:rsid w:val="008A619C"/>
    <w:rsid w:val="008B3865"/>
    <w:rsid w:val="008C255F"/>
    <w:rsid w:val="008D0DF5"/>
    <w:rsid w:val="008D661E"/>
    <w:rsid w:val="008E0E94"/>
    <w:rsid w:val="008E3565"/>
    <w:rsid w:val="008E7F43"/>
    <w:rsid w:val="008F0342"/>
    <w:rsid w:val="008F07BE"/>
    <w:rsid w:val="008F2288"/>
    <w:rsid w:val="008F6506"/>
    <w:rsid w:val="00901AD5"/>
    <w:rsid w:val="00904B34"/>
    <w:rsid w:val="00911DA1"/>
    <w:rsid w:val="00913F16"/>
    <w:rsid w:val="00914D9F"/>
    <w:rsid w:val="00915EB2"/>
    <w:rsid w:val="00916F9F"/>
    <w:rsid w:val="009173A6"/>
    <w:rsid w:val="00917F4B"/>
    <w:rsid w:val="00917FDA"/>
    <w:rsid w:val="0093565B"/>
    <w:rsid w:val="0093575F"/>
    <w:rsid w:val="00941E4B"/>
    <w:rsid w:val="00943D57"/>
    <w:rsid w:val="009632D8"/>
    <w:rsid w:val="009645BE"/>
    <w:rsid w:val="0096608C"/>
    <w:rsid w:val="0097206D"/>
    <w:rsid w:val="00973D75"/>
    <w:rsid w:val="00975189"/>
    <w:rsid w:val="00981DD7"/>
    <w:rsid w:val="0098619C"/>
    <w:rsid w:val="00997579"/>
    <w:rsid w:val="009A060E"/>
    <w:rsid w:val="009A26D0"/>
    <w:rsid w:val="009A3719"/>
    <w:rsid w:val="009A5723"/>
    <w:rsid w:val="009A6388"/>
    <w:rsid w:val="009B1AB5"/>
    <w:rsid w:val="009B2129"/>
    <w:rsid w:val="009B424B"/>
    <w:rsid w:val="009C153C"/>
    <w:rsid w:val="009C5754"/>
    <w:rsid w:val="009C57A3"/>
    <w:rsid w:val="009D1D48"/>
    <w:rsid w:val="009D2666"/>
    <w:rsid w:val="009D5CC9"/>
    <w:rsid w:val="009D7260"/>
    <w:rsid w:val="009E3A27"/>
    <w:rsid w:val="009E568D"/>
    <w:rsid w:val="009F6550"/>
    <w:rsid w:val="009F76CA"/>
    <w:rsid w:val="00A03B8D"/>
    <w:rsid w:val="00A04E10"/>
    <w:rsid w:val="00A0696F"/>
    <w:rsid w:val="00A07300"/>
    <w:rsid w:val="00A07BF7"/>
    <w:rsid w:val="00A1250D"/>
    <w:rsid w:val="00A12ED7"/>
    <w:rsid w:val="00A20DBE"/>
    <w:rsid w:val="00A21943"/>
    <w:rsid w:val="00A24111"/>
    <w:rsid w:val="00A25B2F"/>
    <w:rsid w:val="00A26553"/>
    <w:rsid w:val="00A30D1C"/>
    <w:rsid w:val="00A31E30"/>
    <w:rsid w:val="00A33B72"/>
    <w:rsid w:val="00A40980"/>
    <w:rsid w:val="00A55835"/>
    <w:rsid w:val="00A600F2"/>
    <w:rsid w:val="00A70EC6"/>
    <w:rsid w:val="00A71392"/>
    <w:rsid w:val="00A76E3D"/>
    <w:rsid w:val="00A770D0"/>
    <w:rsid w:val="00A773B3"/>
    <w:rsid w:val="00A9386E"/>
    <w:rsid w:val="00A952BE"/>
    <w:rsid w:val="00AA10CB"/>
    <w:rsid w:val="00AA2A52"/>
    <w:rsid w:val="00AA47A8"/>
    <w:rsid w:val="00AB4963"/>
    <w:rsid w:val="00AB5883"/>
    <w:rsid w:val="00AD29C3"/>
    <w:rsid w:val="00AD7A0B"/>
    <w:rsid w:val="00AE171E"/>
    <w:rsid w:val="00AE4D82"/>
    <w:rsid w:val="00AE7837"/>
    <w:rsid w:val="00AF28C4"/>
    <w:rsid w:val="00B01C60"/>
    <w:rsid w:val="00B04FB7"/>
    <w:rsid w:val="00B12BFC"/>
    <w:rsid w:val="00B15D71"/>
    <w:rsid w:val="00B23C34"/>
    <w:rsid w:val="00B3462F"/>
    <w:rsid w:val="00B34921"/>
    <w:rsid w:val="00B34FFA"/>
    <w:rsid w:val="00B367DA"/>
    <w:rsid w:val="00B4142B"/>
    <w:rsid w:val="00B45F36"/>
    <w:rsid w:val="00B4638F"/>
    <w:rsid w:val="00B463C2"/>
    <w:rsid w:val="00B5327F"/>
    <w:rsid w:val="00B53541"/>
    <w:rsid w:val="00B54501"/>
    <w:rsid w:val="00B60CC2"/>
    <w:rsid w:val="00B64663"/>
    <w:rsid w:val="00B64AF8"/>
    <w:rsid w:val="00B64F3D"/>
    <w:rsid w:val="00B666E4"/>
    <w:rsid w:val="00B72103"/>
    <w:rsid w:val="00B73B93"/>
    <w:rsid w:val="00B84548"/>
    <w:rsid w:val="00B86363"/>
    <w:rsid w:val="00B946F2"/>
    <w:rsid w:val="00BA111C"/>
    <w:rsid w:val="00BA21CD"/>
    <w:rsid w:val="00BA6770"/>
    <w:rsid w:val="00BA7C52"/>
    <w:rsid w:val="00BB0918"/>
    <w:rsid w:val="00BB687A"/>
    <w:rsid w:val="00BC21C0"/>
    <w:rsid w:val="00BC4B7A"/>
    <w:rsid w:val="00BD29CE"/>
    <w:rsid w:val="00BD39A8"/>
    <w:rsid w:val="00BD46ED"/>
    <w:rsid w:val="00BD64C2"/>
    <w:rsid w:val="00BE47C8"/>
    <w:rsid w:val="00BE540F"/>
    <w:rsid w:val="00C005E2"/>
    <w:rsid w:val="00C0246A"/>
    <w:rsid w:val="00C02B25"/>
    <w:rsid w:val="00C05BCC"/>
    <w:rsid w:val="00C06A06"/>
    <w:rsid w:val="00C166F0"/>
    <w:rsid w:val="00C2731E"/>
    <w:rsid w:val="00C30985"/>
    <w:rsid w:val="00C31B07"/>
    <w:rsid w:val="00C342F2"/>
    <w:rsid w:val="00C34DC4"/>
    <w:rsid w:val="00C37115"/>
    <w:rsid w:val="00C43856"/>
    <w:rsid w:val="00C44FAA"/>
    <w:rsid w:val="00C458F0"/>
    <w:rsid w:val="00C5394C"/>
    <w:rsid w:val="00C53EDF"/>
    <w:rsid w:val="00C5750C"/>
    <w:rsid w:val="00C61149"/>
    <w:rsid w:val="00C6648D"/>
    <w:rsid w:val="00C66C3C"/>
    <w:rsid w:val="00C6709E"/>
    <w:rsid w:val="00C70478"/>
    <w:rsid w:val="00C77304"/>
    <w:rsid w:val="00C776AC"/>
    <w:rsid w:val="00C965E0"/>
    <w:rsid w:val="00C974F2"/>
    <w:rsid w:val="00CA0806"/>
    <w:rsid w:val="00CA1D67"/>
    <w:rsid w:val="00CA539D"/>
    <w:rsid w:val="00CA6C2C"/>
    <w:rsid w:val="00CB5233"/>
    <w:rsid w:val="00CB7FB6"/>
    <w:rsid w:val="00CC37BB"/>
    <w:rsid w:val="00CC3A49"/>
    <w:rsid w:val="00CC3D8F"/>
    <w:rsid w:val="00CD1FAA"/>
    <w:rsid w:val="00CD20FD"/>
    <w:rsid w:val="00CD40F7"/>
    <w:rsid w:val="00CD4ECA"/>
    <w:rsid w:val="00D00680"/>
    <w:rsid w:val="00D017DD"/>
    <w:rsid w:val="00D03B12"/>
    <w:rsid w:val="00D04966"/>
    <w:rsid w:val="00D07392"/>
    <w:rsid w:val="00D10C5B"/>
    <w:rsid w:val="00D246D7"/>
    <w:rsid w:val="00D24FB1"/>
    <w:rsid w:val="00D27C18"/>
    <w:rsid w:val="00D311DC"/>
    <w:rsid w:val="00D379A9"/>
    <w:rsid w:val="00D44FF6"/>
    <w:rsid w:val="00D45964"/>
    <w:rsid w:val="00D476C5"/>
    <w:rsid w:val="00D51048"/>
    <w:rsid w:val="00D5680B"/>
    <w:rsid w:val="00D56DA9"/>
    <w:rsid w:val="00D56E42"/>
    <w:rsid w:val="00D5720C"/>
    <w:rsid w:val="00D60E0C"/>
    <w:rsid w:val="00D662FD"/>
    <w:rsid w:val="00D66B8E"/>
    <w:rsid w:val="00D6719E"/>
    <w:rsid w:val="00D6788B"/>
    <w:rsid w:val="00D73ADB"/>
    <w:rsid w:val="00D755C0"/>
    <w:rsid w:val="00D76391"/>
    <w:rsid w:val="00D77F25"/>
    <w:rsid w:val="00D86EE3"/>
    <w:rsid w:val="00D92040"/>
    <w:rsid w:val="00D94531"/>
    <w:rsid w:val="00D95B0E"/>
    <w:rsid w:val="00D95CC7"/>
    <w:rsid w:val="00D96821"/>
    <w:rsid w:val="00DA3DB5"/>
    <w:rsid w:val="00DB24F1"/>
    <w:rsid w:val="00DB6CAA"/>
    <w:rsid w:val="00DC19F5"/>
    <w:rsid w:val="00DC4099"/>
    <w:rsid w:val="00DD1DFE"/>
    <w:rsid w:val="00DD2C6C"/>
    <w:rsid w:val="00DD4AC7"/>
    <w:rsid w:val="00DE0EDF"/>
    <w:rsid w:val="00DE4ED8"/>
    <w:rsid w:val="00DE518D"/>
    <w:rsid w:val="00DE6D03"/>
    <w:rsid w:val="00DF345C"/>
    <w:rsid w:val="00DF55CD"/>
    <w:rsid w:val="00E05DCE"/>
    <w:rsid w:val="00E102F8"/>
    <w:rsid w:val="00E11805"/>
    <w:rsid w:val="00E14350"/>
    <w:rsid w:val="00E25AAA"/>
    <w:rsid w:val="00E35593"/>
    <w:rsid w:val="00E41C65"/>
    <w:rsid w:val="00E42B9E"/>
    <w:rsid w:val="00E50D7D"/>
    <w:rsid w:val="00E53CE6"/>
    <w:rsid w:val="00E57E78"/>
    <w:rsid w:val="00E57F0F"/>
    <w:rsid w:val="00E62BCB"/>
    <w:rsid w:val="00E64DC5"/>
    <w:rsid w:val="00E64F10"/>
    <w:rsid w:val="00E66F78"/>
    <w:rsid w:val="00E70B1F"/>
    <w:rsid w:val="00E70D64"/>
    <w:rsid w:val="00E70DE1"/>
    <w:rsid w:val="00E73F07"/>
    <w:rsid w:val="00E934B3"/>
    <w:rsid w:val="00EA1717"/>
    <w:rsid w:val="00EA3BBE"/>
    <w:rsid w:val="00EA41B9"/>
    <w:rsid w:val="00EC7AF2"/>
    <w:rsid w:val="00EC7EA4"/>
    <w:rsid w:val="00ED7EE6"/>
    <w:rsid w:val="00EE00F2"/>
    <w:rsid w:val="00EE3F16"/>
    <w:rsid w:val="00EF1DA2"/>
    <w:rsid w:val="00EF3AF9"/>
    <w:rsid w:val="00EF4DC8"/>
    <w:rsid w:val="00EF5992"/>
    <w:rsid w:val="00F02124"/>
    <w:rsid w:val="00F0267C"/>
    <w:rsid w:val="00F042EA"/>
    <w:rsid w:val="00F0516B"/>
    <w:rsid w:val="00F1030C"/>
    <w:rsid w:val="00F13B58"/>
    <w:rsid w:val="00F15FD5"/>
    <w:rsid w:val="00F20F7A"/>
    <w:rsid w:val="00F2463A"/>
    <w:rsid w:val="00F24B58"/>
    <w:rsid w:val="00F275B5"/>
    <w:rsid w:val="00F425C7"/>
    <w:rsid w:val="00F42BDF"/>
    <w:rsid w:val="00F60F51"/>
    <w:rsid w:val="00F71803"/>
    <w:rsid w:val="00F73648"/>
    <w:rsid w:val="00F81E70"/>
    <w:rsid w:val="00F837E1"/>
    <w:rsid w:val="00F8523F"/>
    <w:rsid w:val="00F90D58"/>
    <w:rsid w:val="00F91C4A"/>
    <w:rsid w:val="00F93735"/>
    <w:rsid w:val="00F974AF"/>
    <w:rsid w:val="00FA1617"/>
    <w:rsid w:val="00FA7377"/>
    <w:rsid w:val="00FB3BAA"/>
    <w:rsid w:val="00FB54C8"/>
    <w:rsid w:val="00FC7F6C"/>
    <w:rsid w:val="00FD12A6"/>
    <w:rsid w:val="00FD24EE"/>
    <w:rsid w:val="00FD2F2B"/>
    <w:rsid w:val="00FE00A4"/>
    <w:rsid w:val="00FE0FC5"/>
    <w:rsid w:val="00FE2630"/>
    <w:rsid w:val="00FE3C1C"/>
    <w:rsid w:val="00FF38EB"/>
    <w:rsid w:val="00FF396A"/>
    <w:rsid w:val="00FF6FC6"/>
    <w:rsid w:val="19E90513"/>
    <w:rsid w:val="1C3A071F"/>
    <w:rsid w:val="2E3A3009"/>
    <w:rsid w:val="33839F2B"/>
    <w:rsid w:val="3DCEC90B"/>
    <w:rsid w:val="47F0B7A6"/>
    <w:rsid w:val="4B7976EF"/>
    <w:rsid w:val="6C7997FB"/>
    <w:rsid w:val="7FE0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3972AC"/>
  <w15:docId w15:val="{6DA626C4-F0AD-429D-B392-4D3E7B5F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36039A"/>
  </w:style>
  <w:style w:type="paragraph" w:styleId="Heading1">
    <w:name w:val="heading 1"/>
    <w:basedOn w:val="Normal"/>
    <w:next w:val="Normal"/>
    <w:uiPriority w:val="17"/>
    <w:semiHidden/>
    <w:rsid w:val="00B72103"/>
    <w:pPr>
      <w:keepNext/>
      <w:pBdr>
        <w:bottom w:val="single" w:sz="2" w:space="1" w:color="333399"/>
      </w:pBdr>
      <w:spacing w:before="300" w:after="180"/>
      <w:outlineLvl w:val="0"/>
    </w:pPr>
    <w:rPr>
      <w:rFonts w:asciiTheme="majorHAnsi" w:hAnsiTheme="majorHAnsi" w:cs="Arial"/>
      <w:b/>
      <w:bCs/>
      <w:color w:val="333399"/>
      <w:kern w:val="32"/>
      <w:sz w:val="28"/>
      <w:szCs w:val="32"/>
      <w:lang w:eastAsia="zh-CN"/>
    </w:rPr>
  </w:style>
  <w:style w:type="paragraph" w:styleId="Heading2">
    <w:name w:val="heading 2"/>
    <w:basedOn w:val="Normal"/>
    <w:next w:val="Normal"/>
    <w:uiPriority w:val="17"/>
    <w:semiHidden/>
    <w:qFormat/>
    <w:rsid w:val="00F8523F"/>
    <w:pPr>
      <w:keepNext/>
      <w:pBdr>
        <w:bottom w:val="single" w:sz="2" w:space="1" w:color="808080"/>
      </w:pBdr>
      <w:spacing w:before="240" w:after="120"/>
      <w:outlineLvl w:val="1"/>
    </w:pPr>
    <w:rPr>
      <w:rFonts w:ascii="Trebuchet MS" w:hAnsi="Trebuchet MS" w:cs="Arial"/>
      <w:b/>
      <w:bCs/>
      <w:iCs/>
      <w:color w:val="595959" w:themeColor="text1" w:themeTint="A6"/>
      <w:sz w:val="28"/>
      <w:szCs w:val="28"/>
      <w:lang w:eastAsia="zh-CN"/>
    </w:rPr>
  </w:style>
  <w:style w:type="paragraph" w:styleId="Heading3">
    <w:name w:val="heading 3"/>
    <w:basedOn w:val="Normal"/>
    <w:next w:val="Normal"/>
    <w:uiPriority w:val="16"/>
    <w:semiHidden/>
    <w:qFormat/>
    <w:rsid w:val="00F8523F"/>
    <w:pPr>
      <w:keepNext/>
      <w:spacing w:before="240"/>
      <w:ind w:left="720" w:right="720"/>
      <w:outlineLvl w:val="2"/>
    </w:pPr>
    <w:rPr>
      <w:rFonts w:ascii="Trebuchet MS" w:hAnsi="Trebuchet MS" w:cs="Arial"/>
      <w:b/>
      <w:bCs/>
      <w:color w:val="595959" w:themeColor="text1" w:themeTint="A6"/>
      <w:sz w:val="28"/>
      <w:szCs w:val="26"/>
      <w:lang w:eastAsia="zh-CN"/>
    </w:rPr>
  </w:style>
  <w:style w:type="paragraph" w:styleId="Heading4">
    <w:name w:val="heading 4"/>
    <w:basedOn w:val="Normal"/>
    <w:next w:val="Normal"/>
    <w:uiPriority w:val="14"/>
    <w:semiHidden/>
    <w:qFormat/>
    <w:rsid w:val="00F8523F"/>
    <w:pPr>
      <w:keepNext/>
      <w:spacing w:before="240"/>
      <w:ind w:left="720" w:right="720"/>
      <w:outlineLvl w:val="3"/>
    </w:pPr>
    <w:rPr>
      <w:rFonts w:ascii="Trebuchet MS" w:hAnsi="Trebuchet MS"/>
      <w:bCs/>
      <w:i/>
      <w:color w:val="595959" w:themeColor="text1" w:themeTint="A6"/>
      <w:sz w:val="28"/>
      <w:szCs w:val="28"/>
      <w:lang w:eastAsia="zh-CN"/>
    </w:rPr>
  </w:style>
  <w:style w:type="paragraph" w:styleId="Heading5">
    <w:name w:val="heading 5"/>
    <w:basedOn w:val="Normal"/>
    <w:next w:val="Normal"/>
    <w:uiPriority w:val="14"/>
    <w:semiHidden/>
    <w:qFormat/>
    <w:rsid w:val="00F8523F"/>
    <w:pPr>
      <w:spacing w:before="240"/>
      <w:ind w:left="720" w:right="720"/>
      <w:outlineLvl w:val="4"/>
    </w:pPr>
    <w:rPr>
      <w:rFonts w:ascii="Trebuchet MS" w:hAnsi="Trebuchet MS"/>
      <w:bCs/>
      <w:i/>
      <w:iCs/>
      <w:color w:val="595959" w:themeColor="text1" w:themeTint="A6"/>
      <w:szCs w:val="26"/>
      <w:lang w:eastAsia="zh-CN"/>
    </w:rPr>
  </w:style>
  <w:style w:type="paragraph" w:styleId="Heading6">
    <w:name w:val="heading 6"/>
    <w:basedOn w:val="Normal"/>
    <w:next w:val="Normal"/>
    <w:uiPriority w:val="12"/>
    <w:semiHidden/>
    <w:qFormat/>
    <w:rsid w:val="00F8523F"/>
    <w:pPr>
      <w:spacing w:before="240"/>
      <w:ind w:left="720" w:right="720"/>
      <w:outlineLvl w:val="5"/>
    </w:pPr>
    <w:rPr>
      <w:rFonts w:ascii="Trebuchet MS" w:hAnsi="Trebuchet MS"/>
      <w:bCs/>
      <w:color w:val="595959" w:themeColor="text1" w:themeTint="A6"/>
      <w:sz w:val="22"/>
      <w:szCs w:val="22"/>
      <w:lang w:eastAsia="zh-CN"/>
    </w:rPr>
  </w:style>
  <w:style w:type="paragraph" w:styleId="Heading7">
    <w:name w:val="heading 7"/>
    <w:basedOn w:val="Normal"/>
    <w:next w:val="Normal"/>
    <w:uiPriority w:val="14"/>
    <w:semiHidden/>
    <w:qFormat/>
    <w:rsid w:val="00F8523F"/>
    <w:pPr>
      <w:spacing w:before="240"/>
      <w:ind w:left="720" w:right="720"/>
      <w:outlineLvl w:val="6"/>
    </w:pPr>
    <w:rPr>
      <w:rFonts w:ascii="Trebuchet MS" w:eastAsia="SimSun" w:hAnsi="Trebuchet MS"/>
      <w:i/>
      <w:color w:val="595959" w:themeColor="text1" w:themeTint="A6"/>
      <w:sz w:val="22"/>
      <w:lang w:eastAsia="zh-CN"/>
    </w:rPr>
  </w:style>
  <w:style w:type="paragraph" w:styleId="Heading8">
    <w:name w:val="heading 8"/>
    <w:basedOn w:val="Normal"/>
    <w:next w:val="Normal"/>
    <w:uiPriority w:val="14"/>
    <w:semiHidden/>
    <w:qFormat/>
    <w:rsid w:val="00035C60"/>
    <w:pPr>
      <w:spacing w:before="240"/>
      <w:ind w:left="720" w:right="720"/>
      <w:outlineLvl w:val="7"/>
    </w:pPr>
    <w:rPr>
      <w:rFonts w:ascii="Trebuchet MS" w:eastAsia="SimSun" w:hAnsi="Trebuchet MS"/>
      <w:iCs/>
      <w:color w:val="595959" w:themeColor="text1" w:themeTint="A6"/>
      <w:sz w:val="22"/>
      <w:lang w:eastAsia="zh-CN"/>
    </w:rPr>
  </w:style>
  <w:style w:type="paragraph" w:styleId="Heading9">
    <w:name w:val="heading 9"/>
    <w:basedOn w:val="Normal"/>
    <w:next w:val="Normal"/>
    <w:uiPriority w:val="14"/>
    <w:semiHidden/>
    <w:qFormat/>
    <w:rsid w:val="00035C60"/>
    <w:pPr>
      <w:spacing w:before="240"/>
      <w:ind w:left="720" w:right="720"/>
      <w:outlineLvl w:val="8"/>
    </w:pPr>
    <w:rPr>
      <w:rFonts w:ascii="Trebuchet MS" w:eastAsia="SimSun" w:hAnsi="Trebuchet MS" w:cs="Arial"/>
      <w:color w:val="595959" w:themeColor="text1" w:themeTint="A6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ACTER">
    <w:name w:val="CHARACTER"/>
    <w:next w:val="Parenthetical"/>
    <w:link w:val="CHARACTERChar"/>
    <w:uiPriority w:val="3"/>
    <w:qFormat/>
    <w:rsid w:val="00D86EE3"/>
    <w:pPr>
      <w:keepNext/>
      <w:numPr>
        <w:ilvl w:val="4"/>
        <w:numId w:val="33"/>
      </w:numPr>
      <w:spacing w:after="0"/>
      <w:ind w:right="1080"/>
    </w:pPr>
    <w:rPr>
      <w:caps/>
      <w:color w:val="17365D" w:themeColor="text2" w:themeShade="BF"/>
    </w:rPr>
  </w:style>
  <w:style w:type="paragraph" w:customStyle="1" w:styleId="SCENEHEADING">
    <w:name w:val="SCENE HEADING"/>
    <w:next w:val="Panel"/>
    <w:link w:val="SCENEHEADINGChar"/>
    <w:qFormat/>
    <w:rsid w:val="00D86EE3"/>
    <w:pPr>
      <w:numPr>
        <w:ilvl w:val="1"/>
        <w:numId w:val="33"/>
      </w:numPr>
    </w:pPr>
    <w:rPr>
      <w:caps/>
      <w:color w:val="984806" w:themeColor="accent6" w:themeShade="80"/>
    </w:rPr>
  </w:style>
  <w:style w:type="character" w:customStyle="1" w:styleId="CHARACTERChar">
    <w:name w:val="CHARACTER Char"/>
    <w:basedOn w:val="DefaultParagraphFont"/>
    <w:link w:val="CHARACTER"/>
    <w:uiPriority w:val="3"/>
    <w:rsid w:val="00D86EE3"/>
    <w:rPr>
      <w:caps/>
      <w:color w:val="17365D" w:themeColor="text2" w:themeShade="BF"/>
    </w:rPr>
  </w:style>
  <w:style w:type="character" w:customStyle="1" w:styleId="SCENEHEADINGChar">
    <w:name w:val="SCENE HEADING Char"/>
    <w:basedOn w:val="CHARACTERChar"/>
    <w:link w:val="SCENEHEADING"/>
    <w:rsid w:val="0036039A"/>
    <w:rPr>
      <w:caps/>
      <w:color w:val="984806" w:themeColor="accent6" w:themeShade="80"/>
    </w:rPr>
  </w:style>
  <w:style w:type="paragraph" w:customStyle="1" w:styleId="Page">
    <w:name w:val="Page"/>
    <w:basedOn w:val="Normal"/>
    <w:next w:val="SCENEHEADING"/>
    <w:qFormat/>
    <w:rsid w:val="00D86EE3"/>
    <w:pPr>
      <w:pageBreakBefore/>
      <w:numPr>
        <w:numId w:val="33"/>
      </w:numPr>
    </w:pPr>
    <w:rPr>
      <w:b/>
      <w:bCs/>
      <w:caps/>
      <w:u w:val="single"/>
    </w:rPr>
  </w:style>
  <w:style w:type="paragraph" w:customStyle="1" w:styleId="Dialogue">
    <w:name w:val="Dialogue"/>
    <w:basedOn w:val="Normal"/>
    <w:next w:val="CHARACTER"/>
    <w:uiPriority w:val="5"/>
    <w:qFormat/>
    <w:rsid w:val="00D86EE3"/>
    <w:pPr>
      <w:numPr>
        <w:ilvl w:val="6"/>
        <w:numId w:val="33"/>
      </w:numPr>
      <w:ind w:right="1080"/>
    </w:pPr>
  </w:style>
  <w:style w:type="paragraph" w:customStyle="1" w:styleId="Parenthetical">
    <w:name w:val="Parenthetical"/>
    <w:next w:val="Dialogue"/>
    <w:uiPriority w:val="4"/>
    <w:qFormat/>
    <w:rsid w:val="00D86EE3"/>
    <w:pPr>
      <w:keepNext/>
      <w:widowControl w:val="0"/>
      <w:numPr>
        <w:ilvl w:val="5"/>
        <w:numId w:val="33"/>
      </w:numPr>
      <w:spacing w:after="0"/>
      <w:ind w:right="2160"/>
    </w:pPr>
    <w:rPr>
      <w:i/>
      <w:color w:val="7F7F7F" w:themeColor="text1" w:themeTint="80"/>
    </w:rPr>
  </w:style>
  <w:style w:type="paragraph" w:customStyle="1" w:styleId="TRANSOUT">
    <w:name w:val="TRANS OUT"/>
    <w:basedOn w:val="Page"/>
    <w:next w:val="SCENEHEADING"/>
    <w:uiPriority w:val="11"/>
    <w:semiHidden/>
    <w:qFormat/>
    <w:rsid w:val="00B946F2"/>
    <w:pPr>
      <w:jc w:val="right"/>
    </w:pPr>
  </w:style>
  <w:style w:type="paragraph" w:styleId="Footer">
    <w:name w:val="footer"/>
    <w:basedOn w:val="Normal"/>
    <w:link w:val="FooterChar"/>
    <w:uiPriority w:val="10"/>
    <w:semiHidden/>
    <w:rsid w:val="00B72103"/>
    <w:pPr>
      <w:jc w:val="right"/>
    </w:pPr>
  </w:style>
  <w:style w:type="paragraph" w:customStyle="1" w:styleId="Address">
    <w:name w:val="Address"/>
    <w:basedOn w:val="Normal"/>
    <w:uiPriority w:val="7"/>
    <w:qFormat/>
    <w:rsid w:val="00D86EE3"/>
    <w:pPr>
      <w:spacing w:before="200" w:after="0"/>
      <w:contextualSpacing/>
      <w:jc w:val="right"/>
    </w:pPr>
  </w:style>
  <w:style w:type="paragraph" w:customStyle="1" w:styleId="Panel">
    <w:name w:val="Panel"/>
    <w:basedOn w:val="Normal"/>
    <w:next w:val="Description"/>
    <w:uiPriority w:val="1"/>
    <w:qFormat/>
    <w:rsid w:val="00D86EE3"/>
    <w:pPr>
      <w:numPr>
        <w:ilvl w:val="2"/>
        <w:numId w:val="33"/>
      </w:numPr>
    </w:pPr>
    <w:rPr>
      <w:b/>
      <w:bCs/>
    </w:rPr>
  </w:style>
  <w:style w:type="paragraph" w:styleId="Title">
    <w:name w:val="Title"/>
    <w:basedOn w:val="Normal"/>
    <w:uiPriority w:val="5"/>
    <w:qFormat/>
    <w:rsid w:val="00764C42"/>
    <w:pPr>
      <w:spacing w:before="4080" w:after="0" w:line="360" w:lineRule="auto"/>
      <w:jc w:val="center"/>
      <w:outlineLvl w:val="0"/>
    </w:pPr>
    <w:rPr>
      <w:rFonts w:asciiTheme="majorHAnsi" w:hAnsiTheme="majorHAnsi" w:cstheme="majorHAnsi"/>
      <w:b/>
      <w:caps/>
      <w:kern w:val="28"/>
      <w:u w:val="single"/>
    </w:rPr>
  </w:style>
  <w:style w:type="paragraph" w:customStyle="1" w:styleId="Author">
    <w:name w:val="Author"/>
    <w:basedOn w:val="Normal"/>
    <w:uiPriority w:val="6"/>
    <w:qFormat/>
    <w:rsid w:val="00E57E78"/>
    <w:pPr>
      <w:spacing w:after="0" w:line="480" w:lineRule="auto"/>
      <w:contextualSpacing/>
      <w:jc w:val="center"/>
    </w:pPr>
  </w:style>
  <w:style w:type="table" w:styleId="TableGrid">
    <w:name w:val="Table Grid"/>
    <w:basedOn w:val="TableNormal"/>
    <w:uiPriority w:val="59"/>
    <w:rsid w:val="00E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B946F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171E"/>
  </w:style>
  <w:style w:type="character" w:styleId="PlaceholderText">
    <w:name w:val="Placeholder Text"/>
    <w:basedOn w:val="DefaultParagraphFont"/>
    <w:uiPriority w:val="99"/>
    <w:semiHidden/>
    <w:rsid w:val="00035C60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103"/>
    <w:pPr>
      <w:spacing w:after="0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835"/>
    <w:rPr>
      <w:rFonts w:ascii="Tahoma" w:hAnsi="Tahoma" w:cs="Tahoma"/>
      <w:sz w:val="22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DD2C6C"/>
  </w:style>
  <w:style w:type="paragraph" w:styleId="BlockText">
    <w:name w:val="Block Text"/>
    <w:basedOn w:val="Normal"/>
    <w:uiPriority w:val="99"/>
    <w:semiHidden/>
    <w:unhideWhenUsed/>
    <w:rsid w:val="005133FE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DD2C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5835"/>
  </w:style>
  <w:style w:type="paragraph" w:styleId="BodyText2">
    <w:name w:val="Body Text 2"/>
    <w:basedOn w:val="Normal"/>
    <w:link w:val="BodyText2Char"/>
    <w:uiPriority w:val="99"/>
    <w:semiHidden/>
    <w:unhideWhenUsed/>
    <w:rsid w:val="00DD2C6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5835"/>
  </w:style>
  <w:style w:type="paragraph" w:styleId="BodyText3">
    <w:name w:val="Body Text 3"/>
    <w:basedOn w:val="Normal"/>
    <w:link w:val="BodyText3Char"/>
    <w:uiPriority w:val="99"/>
    <w:semiHidden/>
    <w:unhideWhenUsed/>
    <w:rsid w:val="00DD2C6C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55835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D2C6C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55835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D2C6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5835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D2C6C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55835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D2C6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55835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D2C6C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55835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DD2C6C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D2C6C"/>
    <w:rPr>
      <w:i/>
      <w:iCs/>
      <w:color w:val="1F497D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D2C6C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55835"/>
  </w:style>
  <w:style w:type="table" w:styleId="ColorfulGrid">
    <w:name w:val="Colorful Grid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D2C6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D2C6C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C6C"/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835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C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835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D2C6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D2C6C"/>
  </w:style>
  <w:style w:type="character" w:customStyle="1" w:styleId="DateChar">
    <w:name w:val="Date Char"/>
    <w:basedOn w:val="DefaultParagraphFont"/>
    <w:link w:val="Date"/>
    <w:uiPriority w:val="99"/>
    <w:semiHidden/>
    <w:rsid w:val="00A55835"/>
  </w:style>
  <w:style w:type="paragraph" w:styleId="DocumentMap">
    <w:name w:val="Document Map"/>
    <w:basedOn w:val="Normal"/>
    <w:link w:val="DocumentMapChar"/>
    <w:uiPriority w:val="99"/>
    <w:semiHidden/>
    <w:unhideWhenUsed/>
    <w:rsid w:val="00DD2C6C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55835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D2C6C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55835"/>
  </w:style>
  <w:style w:type="character" w:styleId="Emphasis">
    <w:name w:val="Emphasis"/>
    <w:basedOn w:val="DefaultParagraphFont"/>
    <w:uiPriority w:val="7"/>
    <w:semiHidden/>
    <w:qFormat/>
    <w:rsid w:val="00DD2C6C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D2C6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D2C6C"/>
    <w:pPr>
      <w:spacing w:after="0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5835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D2C6C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D2C6C"/>
    <w:pPr>
      <w:spacing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D2C6C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D2C6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2C6C"/>
    <w:pPr>
      <w:spacing w:after="0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5835"/>
    <w:rPr>
      <w:sz w:val="22"/>
      <w:szCs w:val="20"/>
    </w:rPr>
  </w:style>
  <w:style w:type="table" w:styleId="GridTable1Light">
    <w:name w:val="Grid Table 1 Light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D2C6C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D2C6C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D2C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D2C6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D2C6C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D2C6C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D2C6C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D2C6C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D2C6C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D2C6C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D2C6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D2C6C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D2C6C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D2C6C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D2C6C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D2C6C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D2C6C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D2C6C"/>
    <w:rPr>
      <w:color w:val="2B579A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rsid w:val="00DD2C6C"/>
  </w:style>
  <w:style w:type="paragraph" w:styleId="HTMLAddress">
    <w:name w:val="HTML Address"/>
    <w:basedOn w:val="Normal"/>
    <w:link w:val="HTMLAddressChar"/>
    <w:uiPriority w:val="99"/>
    <w:semiHidden/>
    <w:unhideWhenUsed/>
    <w:rsid w:val="00DD2C6C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55835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D2C6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D2C6C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D2C6C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D2C6C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2C6C"/>
    <w:pPr>
      <w:spacing w:after="0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5835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D2C6C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D2C6C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D2C6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D2C6C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D2C6C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D2C6C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D2C6C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D2C6C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D2C6C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D2C6C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D2C6C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D2C6C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D2C6C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D2C6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7"/>
    <w:semiHidden/>
    <w:qFormat/>
    <w:rsid w:val="00035C6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8328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05C49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35C60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D2C6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D2C6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D2C6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D2C6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D2C6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D2C6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D2C6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D2C6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D2C6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D2C6C"/>
  </w:style>
  <w:style w:type="paragraph" w:styleId="List">
    <w:name w:val="List"/>
    <w:basedOn w:val="Normal"/>
    <w:uiPriority w:val="99"/>
    <w:semiHidden/>
    <w:unhideWhenUsed/>
    <w:rsid w:val="00DD2C6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D2C6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D2C6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D2C6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D2C6C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DD2C6C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D2C6C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D2C6C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D2C6C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D2C6C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D2C6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D2C6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D2C6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D2C6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D2C6C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DD2C6C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D2C6C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D2C6C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D2C6C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D2C6C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DD2C6C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D2C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D2C6C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D2C6C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D2C6C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D2C6C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D2C6C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D2C6C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D2C6C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D2C6C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D2C6C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D2C6C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D2C6C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D2C6C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D2C6C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D2C6C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D2C6C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D2C6C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D2C6C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D2C6C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D2C6C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55835"/>
    <w:rPr>
      <w:rFonts w:ascii="Consolas" w:hAnsi="Consolas"/>
      <w:sz w:val="22"/>
    </w:rPr>
  </w:style>
  <w:style w:type="table" w:styleId="MediumGrid1">
    <w:name w:val="Medium Grid 1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D2C6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D2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D2C6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D2C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D2C6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D2C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D2C6C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D2C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55835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1"/>
    <w:semiHidden/>
    <w:unhideWhenUsed/>
    <w:qFormat/>
    <w:rsid w:val="00DD2C6C"/>
    <w:pPr>
      <w:widowControl w:val="0"/>
    </w:pPr>
  </w:style>
  <w:style w:type="paragraph" w:styleId="NormalWeb">
    <w:name w:val="Normal (Web)"/>
    <w:basedOn w:val="Normal"/>
    <w:uiPriority w:val="99"/>
    <w:semiHidden/>
    <w:unhideWhenUsed/>
    <w:rsid w:val="00DD2C6C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DD2C6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D2C6C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55835"/>
  </w:style>
  <w:style w:type="character" w:styleId="PageNumber">
    <w:name w:val="page number"/>
    <w:basedOn w:val="DefaultParagraphFont"/>
    <w:uiPriority w:val="99"/>
    <w:semiHidden/>
    <w:unhideWhenUsed/>
    <w:rsid w:val="00DD2C6C"/>
  </w:style>
  <w:style w:type="table" w:styleId="PlainTable1">
    <w:name w:val="Plain Table 1"/>
    <w:basedOn w:val="TableNormal"/>
    <w:uiPriority w:val="41"/>
    <w:rsid w:val="00DD2C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D2C6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D2C6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D2C6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D2C6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D2C6C"/>
    <w:pPr>
      <w:spacing w:after="0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55835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DD2C6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05C49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D2C6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55835"/>
  </w:style>
  <w:style w:type="paragraph" w:styleId="Signature">
    <w:name w:val="Signature"/>
    <w:basedOn w:val="Normal"/>
    <w:link w:val="SignatureChar"/>
    <w:uiPriority w:val="99"/>
    <w:semiHidden/>
    <w:unhideWhenUsed/>
    <w:rsid w:val="00DD2C6C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55835"/>
  </w:style>
  <w:style w:type="character" w:styleId="SmartHyperlink">
    <w:name w:val="Smart Hyperlink"/>
    <w:basedOn w:val="DefaultParagraphFont"/>
    <w:uiPriority w:val="99"/>
    <w:semiHidden/>
    <w:unhideWhenUsed/>
    <w:rsid w:val="00DD2C6C"/>
    <w:rPr>
      <w:u w:val="dotted"/>
    </w:rPr>
  </w:style>
  <w:style w:type="character" w:styleId="Strong">
    <w:name w:val="Strong"/>
    <w:basedOn w:val="DefaultParagraphFont"/>
    <w:uiPriority w:val="7"/>
    <w:semiHidden/>
    <w:qFormat/>
    <w:rsid w:val="00DD2C6C"/>
    <w:rPr>
      <w:b/>
      <w:bCs/>
    </w:rPr>
  </w:style>
  <w:style w:type="paragraph" w:styleId="Subtitle">
    <w:name w:val="Subtitle"/>
    <w:basedOn w:val="Normal"/>
    <w:next w:val="Normal"/>
    <w:link w:val="SubtitleChar"/>
    <w:uiPriority w:val="6"/>
    <w:qFormat/>
    <w:rsid w:val="00764C42"/>
    <w:pPr>
      <w:numPr>
        <w:ilvl w:val="1"/>
      </w:numPr>
      <w:spacing w:after="160"/>
      <w:jc w:val="center"/>
    </w:pPr>
    <w:rPr>
      <w:rFonts w:eastAsiaTheme="minorEastAsia" w:cstheme="minorBidi"/>
      <w:spacing w:val="15"/>
    </w:rPr>
  </w:style>
  <w:style w:type="character" w:customStyle="1" w:styleId="SubtitleChar">
    <w:name w:val="Subtitle Char"/>
    <w:basedOn w:val="DefaultParagraphFont"/>
    <w:link w:val="Subtitle"/>
    <w:uiPriority w:val="6"/>
    <w:rsid w:val="00764C42"/>
    <w:rPr>
      <w:rFonts w:eastAsiaTheme="minorEastAsia" w:cstheme="minorBidi"/>
      <w:spacing w:val="15"/>
    </w:rPr>
  </w:style>
  <w:style w:type="character" w:styleId="SubtleEmphasis">
    <w:name w:val="Subtle Emphasis"/>
    <w:basedOn w:val="DefaultParagraphFont"/>
    <w:uiPriority w:val="7"/>
    <w:semiHidden/>
    <w:qFormat/>
    <w:rsid w:val="00DD2C6C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DD2C6C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D2C6C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D2C6C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D2C6C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D2C6C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D2C6C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D2C6C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D2C6C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D2C6C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D2C6C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D2C6C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D2C6C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D2C6C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D2C6C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D2C6C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D2C6C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D2C6C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D2C6C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D2C6C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D2C6C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D2C6C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D2C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D2C6C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D2C6C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D2C6C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D2C6C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D2C6C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D2C6C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D2C6C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D2C6C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D2C6C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D2C6C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D2C6C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D2C6C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D2C6C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D2C6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D2C6C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D2C6C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D2C6C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D2C6C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D2C6C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D2C6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D2C6C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D2C6C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D2C6C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D2C6C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D2C6C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D2C6C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D2C6C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2C6C"/>
    <w:pPr>
      <w:keepLines/>
      <w:pBdr>
        <w:bottom w:val="none" w:sz="0" w:space="0" w:color="auto"/>
      </w:pBdr>
      <w:spacing w:before="240" w:after="0"/>
      <w:outlineLvl w:val="9"/>
    </w:pPr>
    <w:rPr>
      <w:rFonts w:eastAsiaTheme="majorEastAsia" w:cstheme="majorBidi"/>
      <w:b w:val="0"/>
      <w:bCs w:val="0"/>
      <w:color w:val="365F91" w:themeColor="accent1" w:themeShade="BF"/>
      <w:kern w:val="0"/>
      <w:sz w:val="3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35C60"/>
    <w:rPr>
      <w:color w:val="595959" w:themeColor="text1" w:themeTint="A6"/>
      <w:shd w:val="clear" w:color="auto" w:fill="E6E6E6"/>
    </w:rPr>
  </w:style>
  <w:style w:type="paragraph" w:customStyle="1" w:styleId="Description">
    <w:name w:val="Description"/>
    <w:basedOn w:val="Normal"/>
    <w:next w:val="CHARACTER"/>
    <w:uiPriority w:val="2"/>
    <w:qFormat/>
    <w:rsid w:val="00D86EE3"/>
    <w:pPr>
      <w:numPr>
        <w:ilvl w:val="3"/>
        <w:numId w:val="33"/>
      </w:numPr>
    </w:pPr>
  </w:style>
  <w:style w:type="character" w:customStyle="1" w:styleId="FooterChar">
    <w:name w:val="Footer Char"/>
    <w:basedOn w:val="DefaultParagraphFont"/>
    <w:link w:val="Footer"/>
    <w:uiPriority w:val="10"/>
    <w:semiHidden/>
    <w:rsid w:val="00742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5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MOTR~1.0\AppData\Local\Temp\tf0280580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5E49B212EC4AD5850A6ADA07309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08F9D-EEB8-41B2-BA95-8C7191F96B50}"/>
      </w:docPartPr>
      <w:docPartBody>
        <w:p w:rsidR="00DF37ED" w:rsidRDefault="00BE01B0">
          <w:pPr>
            <w:pStyle w:val="055E49B212EC4AD5850A6ADA07309F37"/>
          </w:pPr>
          <w:r>
            <w:t>By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1B0"/>
    <w:rsid w:val="002268B4"/>
    <w:rsid w:val="002D49EF"/>
    <w:rsid w:val="003510CB"/>
    <w:rsid w:val="005B1685"/>
    <w:rsid w:val="006F031B"/>
    <w:rsid w:val="00BE01B0"/>
    <w:rsid w:val="00D00AA0"/>
    <w:rsid w:val="00D81FF4"/>
    <w:rsid w:val="00DF37ED"/>
    <w:rsid w:val="00FD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5E49B212EC4AD5850A6ADA07309F37">
    <w:name w:val="055E49B212EC4AD5850A6ADA07309F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creenplay">
      <a:majorFont>
        <a:latin typeface="Courier New"/>
        <a:ea typeface=""/>
        <a:cs typeface=""/>
      </a:majorFont>
      <a:minorFont>
        <a:latin typeface="Courier Ne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949DE-94BF-4187-9F2B-C02EE5DB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tf02805802</Template>
  <TotalTime>4</TotalTime>
  <Pages>2</Pages>
  <Words>24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Michael Moman</cp:lastModifiedBy>
  <cp:revision>7</cp:revision>
  <cp:lastPrinted>2023-05-17T04:42:00Z</cp:lastPrinted>
  <dcterms:created xsi:type="dcterms:W3CDTF">2023-07-28T19:29:00Z</dcterms:created>
  <dcterms:modified xsi:type="dcterms:W3CDTF">2025-01-26T05:33:00Z</dcterms:modified>
</cp:coreProperties>
</file>